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4B" w:rsidRPr="00A433E0" w:rsidRDefault="00C2654B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:rsidR="00C2654B" w:rsidRPr="00A433E0" w:rsidRDefault="00C2654B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1"/>
      </w:tblGrid>
      <w:tr w:rsidR="00C2654B" w:rsidRPr="00A433E0" w:rsidTr="00FF291E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:rsidR="00C2654B" w:rsidRPr="00FF291E" w:rsidRDefault="00C2654B" w:rsidP="00FF291E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F291E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:rsidR="00C2654B" w:rsidRPr="00A433E0" w:rsidRDefault="00C2654B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:rsidR="00C2654B" w:rsidRPr="00A433E0" w:rsidRDefault="00C2654B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:rsidR="00C2654B" w:rsidRPr="00A433E0" w:rsidRDefault="00C2654B" w:rsidP="00D959FA">
      <w:pPr>
        <w:rPr>
          <w:rFonts w:ascii="Calibri" w:hAnsi="Calibri" w:cs="Calibri"/>
          <w:sz w:val="24"/>
          <w:szCs w:val="24"/>
        </w:rPr>
      </w:pPr>
    </w:p>
    <w:p w:rsidR="00C2654B" w:rsidRPr="00A433E0" w:rsidRDefault="00C2654B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1"/>
        <w:gridCol w:w="5121"/>
      </w:tblGrid>
      <w:tr w:rsidR="00C2654B" w:rsidRPr="00A433E0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:rsidR="00C2654B" w:rsidRPr="00A433E0" w:rsidRDefault="00C2654B" w:rsidP="00CC35F8">
            <w:pPr>
              <w:pStyle w:val="Obyejn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Osobní výtah v Domově Na Výsluní II.</w:t>
            </w:r>
          </w:p>
        </w:tc>
      </w:tr>
      <w:tr w:rsidR="00C2654B" w:rsidRPr="00A433E0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2654B" w:rsidRPr="00A433E0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C2654B" w:rsidRPr="00A433E0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C2654B" w:rsidRPr="00A433E0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C2654B" w:rsidRPr="00A433E0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C2654B" w:rsidRPr="00A433E0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2654B" w:rsidRPr="00A433E0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2654B" w:rsidRPr="00A433E0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2654B" w:rsidRPr="00A433E0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:rsidR="00C2654B" w:rsidRPr="00A433E0" w:rsidRDefault="00C2654B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:rsidR="00C2654B" w:rsidRPr="00A433E0" w:rsidRDefault="00C2654B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:rsidR="00C2654B" w:rsidRPr="00A433E0" w:rsidRDefault="00C2654B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:rsidR="00C2654B" w:rsidRPr="00A433E0" w:rsidRDefault="00C2654B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:rsidR="00C2654B" w:rsidRPr="00A433E0" w:rsidRDefault="00C2654B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:rsidR="00C2654B" w:rsidRPr="00A433E0" w:rsidRDefault="00C2654B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:rsidR="00C2654B" w:rsidRPr="00A433E0" w:rsidRDefault="00C2654B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:rsidR="00C2654B" w:rsidRPr="00A433E0" w:rsidRDefault="00C2654B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:rsidR="00C2654B" w:rsidRPr="00A433E0" w:rsidRDefault="00C2654B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:rsidR="00C2654B" w:rsidRPr="00A433E0" w:rsidRDefault="00C2654B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:rsidR="00C2654B" w:rsidRPr="00A433E0" w:rsidRDefault="00C2654B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:rsidR="00C2654B" w:rsidRPr="00A433E0" w:rsidRDefault="00C2654B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</w:t>
      </w:r>
    </w:p>
    <w:p w:rsidR="00C2654B" w:rsidRPr="00A433E0" w:rsidRDefault="00C2654B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</w:p>
    <w:p w:rsidR="00C2654B" w:rsidRPr="00A433E0" w:rsidRDefault="00C2654B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:rsidR="00C2654B" w:rsidRPr="00A433E0" w:rsidRDefault="00C2654B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:rsidR="00C2654B" w:rsidRPr="00A433E0" w:rsidRDefault="00C2654B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C2654B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54B" w:rsidRDefault="00C2654B">
      <w:r>
        <w:separator/>
      </w:r>
    </w:p>
  </w:endnote>
  <w:endnote w:type="continuationSeparator" w:id="0">
    <w:p w:rsidR="00C2654B" w:rsidRDefault="00C26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4B" w:rsidRDefault="00C2654B" w:rsidP="00EC3B75">
    <w:pPr>
      <w:pStyle w:val="Footer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:rsidR="00C2654B" w:rsidRPr="003D2DFB" w:rsidRDefault="00C2654B" w:rsidP="00EC3B75">
    <w:pPr>
      <w:pStyle w:val="Footer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54B" w:rsidRDefault="00C2654B">
      <w:r>
        <w:separator/>
      </w:r>
    </w:p>
  </w:footnote>
  <w:footnote w:type="continuationSeparator" w:id="0">
    <w:p w:rsidR="00C2654B" w:rsidRDefault="00C26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4B" w:rsidRDefault="00C2654B">
    <w:pPr>
      <w:pStyle w:val="Header"/>
      <w:rPr>
        <w:sz w:val="22"/>
      </w:rPr>
    </w:pPr>
  </w:p>
  <w:p w:rsidR="00C2654B" w:rsidRPr="003F2463" w:rsidRDefault="00C2654B">
    <w:pPr>
      <w:pStyle w:val="Header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:rsidR="00C2654B" w:rsidRDefault="00C265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31"/>
  </w:num>
  <w:num w:numId="5">
    <w:abstractNumId w:val="32"/>
  </w:num>
  <w:num w:numId="6">
    <w:abstractNumId w:val="22"/>
  </w:num>
  <w:num w:numId="7">
    <w:abstractNumId w:val="5"/>
  </w:num>
  <w:num w:numId="8">
    <w:abstractNumId w:val="10"/>
  </w:num>
  <w:num w:numId="9">
    <w:abstractNumId w:val="19"/>
  </w:num>
  <w:num w:numId="10">
    <w:abstractNumId w:val="30"/>
  </w:num>
  <w:num w:numId="11">
    <w:abstractNumId w:val="23"/>
  </w:num>
  <w:num w:numId="12">
    <w:abstractNumId w:val="2"/>
  </w:num>
  <w:num w:numId="13">
    <w:abstractNumId w:val="15"/>
  </w:num>
  <w:num w:numId="14">
    <w:abstractNumId w:val="28"/>
  </w:num>
  <w:num w:numId="15">
    <w:abstractNumId w:val="27"/>
  </w:num>
  <w:num w:numId="16">
    <w:abstractNumId w:val="33"/>
  </w:num>
  <w:num w:numId="17">
    <w:abstractNumId w:val="1"/>
  </w:num>
  <w:num w:numId="18">
    <w:abstractNumId w:val="26"/>
  </w:num>
  <w:num w:numId="19">
    <w:abstractNumId w:val="12"/>
  </w:num>
  <w:num w:numId="20">
    <w:abstractNumId w:val="6"/>
  </w:num>
  <w:num w:numId="21">
    <w:abstractNumId w:val="18"/>
  </w:num>
  <w:num w:numId="22">
    <w:abstractNumId w:val="25"/>
  </w:num>
  <w:num w:numId="23">
    <w:abstractNumId w:val="13"/>
  </w:num>
  <w:num w:numId="24">
    <w:abstractNumId w:val="9"/>
  </w:num>
  <w:num w:numId="25">
    <w:abstractNumId w:val="14"/>
  </w:num>
  <w:num w:numId="26">
    <w:abstractNumId w:val="4"/>
  </w:num>
  <w:num w:numId="27">
    <w:abstractNumId w:val="20"/>
  </w:num>
  <w:num w:numId="28">
    <w:abstractNumId w:val="17"/>
  </w:num>
  <w:num w:numId="29">
    <w:abstractNumId w:val="3"/>
  </w:num>
  <w:num w:numId="30">
    <w:abstractNumId w:val="0"/>
  </w:num>
  <w:num w:numId="3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4"/>
  </w:num>
  <w:num w:numId="34">
    <w:abstractNumId w:val="29"/>
  </w:num>
  <w:num w:numId="35">
    <w:abstractNumId w:val="21"/>
  </w:num>
  <w:num w:numId="36">
    <w:abstractNumId w:val="24"/>
  </w:num>
  <w:num w:numId="37">
    <w:abstractNumId w:val="24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B1CF0"/>
    <w:rsid w:val="000D1F83"/>
    <w:rsid w:val="000D5D05"/>
    <w:rsid w:val="000E6D89"/>
    <w:rsid w:val="000F5951"/>
    <w:rsid w:val="00101C73"/>
    <w:rsid w:val="001025B9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73F5D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67394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4F43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5D8F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2654B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35F8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536C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291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aliases w:val="AA Processes Nadpis 3,cislovani_3.uroven"/>
    <w:basedOn w:val="Normal"/>
    <w:next w:val="Normal"/>
    <w:link w:val="Heading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Heading3Char">
    <w:name w:val="Heading 3 Char"/>
    <w:aliases w:val="AA Processes Nadpis 3 Char,cislovani_3.uroven Char"/>
    <w:basedOn w:val="DefaultParagraphFont"/>
    <w:link w:val="Heading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al"/>
    <w:uiPriority w:val="99"/>
    <w:rsid w:val="00422880"/>
    <w:pPr>
      <w:ind w:left="720"/>
    </w:pPr>
  </w:style>
  <w:style w:type="paragraph" w:styleId="Footer">
    <w:name w:val="footer"/>
    <w:basedOn w:val="Normal"/>
    <w:link w:val="Footer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A065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al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al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al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al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al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al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al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al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al"/>
    <w:next w:val="Normal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al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CommentReference">
    <w:name w:val="annotation reference"/>
    <w:basedOn w:val="DefaultParagraphFont"/>
    <w:uiPriority w:val="99"/>
    <w:semiHidden/>
    <w:locked/>
    <w:rsid w:val="00F7170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F7170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170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F717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1702"/>
    <w:rPr>
      <w:b/>
      <w:bCs/>
    </w:rPr>
  </w:style>
  <w:style w:type="paragraph" w:styleId="Revision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al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al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TMLVariable">
    <w:name w:val="HTML Variable"/>
    <w:basedOn w:val="DefaultParagraphFont"/>
    <w:uiPriority w:val="99"/>
    <w:semiHidden/>
    <w:locked/>
    <w:rsid w:val="00101C73"/>
    <w:rPr>
      <w:rFonts w:cs="Times New Roman"/>
      <w:i/>
      <w:iCs/>
    </w:rPr>
  </w:style>
  <w:style w:type="table" w:styleId="TableGrid">
    <w:name w:val="Table Grid"/>
    <w:basedOn w:val="TableNormal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byejn">
    <w:name w:val="Obyčejný"/>
    <w:basedOn w:val="Normal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DefaultParagraphFont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69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112</Words>
  <Characters>667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Hewlett-Packard Company</cp:lastModifiedBy>
  <cp:revision>19</cp:revision>
  <cp:lastPrinted>2014-06-26T10:31:00Z</cp:lastPrinted>
  <dcterms:created xsi:type="dcterms:W3CDTF">2021-02-08T08:24:00Z</dcterms:created>
  <dcterms:modified xsi:type="dcterms:W3CDTF">2024-09-02T12:52:00Z</dcterms:modified>
</cp:coreProperties>
</file>